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72" w:rsidRPr="00EF7AE2" w:rsidRDefault="009F6667" w:rsidP="00DE4751">
      <w:pPr>
        <w:pStyle w:val="0100"/>
        <w:rPr>
          <w:color w:val="000000"/>
        </w:rPr>
      </w:pPr>
      <w:r w:rsidRPr="00EF7AE2">
        <w:rPr>
          <w:rFonts w:hint="eastAsia"/>
          <w:color w:val="000000"/>
        </w:rPr>
        <w:t>様式第</w:t>
      </w:r>
      <w:r w:rsidR="00517CDD" w:rsidRPr="00EF7AE2">
        <w:rPr>
          <w:rFonts w:hint="eastAsia"/>
          <w:color w:val="000000"/>
          <w:spacing w:val="0"/>
        </w:rPr>
        <w:t>1</w:t>
      </w:r>
      <w:r w:rsidR="00F4156F">
        <w:rPr>
          <w:rFonts w:hint="eastAsia"/>
          <w:color w:val="000000"/>
          <w:spacing w:val="0"/>
        </w:rPr>
        <w:t>0</w:t>
      </w:r>
      <w:r w:rsidRPr="00EF7AE2">
        <w:rPr>
          <w:rFonts w:hint="eastAsia"/>
          <w:color w:val="000000"/>
        </w:rPr>
        <w:t>号（第</w:t>
      </w:r>
      <w:r w:rsidR="00A74A4E">
        <w:rPr>
          <w:rFonts w:hint="eastAsia"/>
          <w:color w:val="000000"/>
        </w:rPr>
        <w:t>1</w:t>
      </w:r>
      <w:r w:rsidR="0055002D">
        <w:rPr>
          <w:rFonts w:hint="eastAsia"/>
          <w:color w:val="000000"/>
        </w:rPr>
        <w:t>8</w:t>
      </w:r>
      <w:r w:rsidRPr="00EF7AE2">
        <w:rPr>
          <w:rFonts w:hint="eastAsia"/>
          <w:color w:val="000000"/>
        </w:rPr>
        <w:t>条関係）</w:t>
      </w:r>
    </w:p>
    <w:p w:rsidR="009F6667" w:rsidRPr="00EF7AE2" w:rsidRDefault="00327EE7" w:rsidP="00DE4751">
      <w:pPr>
        <w:pStyle w:val="02"/>
        <w:rPr>
          <w:color w:val="000000"/>
        </w:rPr>
      </w:pPr>
      <w:r w:rsidRPr="00EF7AE2">
        <w:rPr>
          <w:rFonts w:hint="eastAsia"/>
          <w:color w:val="000000"/>
        </w:rPr>
        <w:t xml:space="preserve">令和　　</w:t>
      </w:r>
      <w:r w:rsidR="005B73A4" w:rsidRPr="00EF7AE2">
        <w:rPr>
          <w:rFonts w:hint="eastAsia"/>
          <w:color w:val="000000"/>
        </w:rPr>
        <w:t>年　　月　　日</w:t>
      </w:r>
    </w:p>
    <w:p w:rsidR="009F6667" w:rsidRPr="00EF7AE2" w:rsidRDefault="009F6667" w:rsidP="00DE4751">
      <w:pPr>
        <w:pStyle w:val="0100"/>
        <w:rPr>
          <w:color w:val="000000"/>
        </w:rPr>
      </w:pPr>
    </w:p>
    <w:p w:rsidR="009F6667" w:rsidRPr="00EF7AE2" w:rsidRDefault="00327EE7" w:rsidP="00327EE7">
      <w:pPr>
        <w:pStyle w:val="03"/>
        <w:rPr>
          <w:color w:val="000000"/>
        </w:rPr>
      </w:pPr>
      <w:r w:rsidRPr="00EF7AE2">
        <w:rPr>
          <w:rFonts w:hint="eastAsia"/>
          <w:color w:val="000000"/>
        </w:rPr>
        <w:t>（宛</w:t>
      </w:r>
      <w:r w:rsidR="005F4E72" w:rsidRPr="00EF7AE2">
        <w:rPr>
          <w:rFonts w:hint="eastAsia"/>
          <w:color w:val="000000"/>
        </w:rPr>
        <w:t>先）</w:t>
      </w:r>
      <w:r w:rsidR="004429DE" w:rsidRPr="00EF7AE2">
        <w:rPr>
          <w:rFonts w:hint="eastAsia"/>
          <w:color w:val="000000"/>
        </w:rPr>
        <w:t>福岡市長</w:t>
      </w:r>
    </w:p>
    <w:p w:rsidR="003B01E7" w:rsidRPr="00EF7AE2" w:rsidRDefault="003B01E7" w:rsidP="00DE4751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4314CB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314CB" w:rsidRPr="00D020EB" w:rsidRDefault="004314CB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14CB" w:rsidRPr="00D020EB" w:rsidRDefault="004314CB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14CB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314CB" w:rsidRPr="00D020EB" w:rsidRDefault="004314CB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14CB" w:rsidRPr="00D020EB" w:rsidRDefault="004314CB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9F6667" w:rsidRPr="00EF7AE2" w:rsidRDefault="009F6667" w:rsidP="00DE4751">
      <w:pPr>
        <w:pStyle w:val="0100"/>
        <w:rPr>
          <w:color w:val="000000"/>
        </w:rPr>
      </w:pPr>
    </w:p>
    <w:p w:rsidR="009F6667" w:rsidRPr="00EF7AE2" w:rsidRDefault="009F6667" w:rsidP="00DE4751">
      <w:pPr>
        <w:pStyle w:val="0100"/>
        <w:rPr>
          <w:color w:val="000000"/>
        </w:rPr>
      </w:pPr>
    </w:p>
    <w:p w:rsidR="00DE4751" w:rsidRPr="00EF7AE2" w:rsidRDefault="005F4E72" w:rsidP="00DE4751">
      <w:pPr>
        <w:pStyle w:val="06"/>
        <w:rPr>
          <w:color w:val="000000"/>
        </w:rPr>
      </w:pPr>
      <w:r w:rsidRPr="00EF7AE2">
        <w:rPr>
          <w:rFonts w:hint="eastAsia"/>
          <w:color w:val="000000"/>
        </w:rPr>
        <w:t>福岡</w:t>
      </w:r>
      <w:r w:rsidR="009F6667" w:rsidRPr="00EF7AE2">
        <w:rPr>
          <w:rFonts w:hint="eastAsia"/>
          <w:color w:val="000000"/>
        </w:rPr>
        <w:t>市</w:t>
      </w:r>
      <w:r w:rsidR="00125333" w:rsidRPr="00125333">
        <w:rPr>
          <w:rFonts w:hint="eastAsia"/>
          <w:color w:val="000000"/>
        </w:rPr>
        <w:t>空き家活用補助金</w:t>
      </w:r>
    </w:p>
    <w:p w:rsidR="009F6667" w:rsidRPr="00EF7AE2" w:rsidRDefault="009A0048" w:rsidP="00DE4751">
      <w:pPr>
        <w:pStyle w:val="06"/>
        <w:rPr>
          <w:color w:val="000000"/>
          <w:spacing w:val="0"/>
        </w:rPr>
      </w:pPr>
      <w:r w:rsidRPr="00EF7AE2">
        <w:rPr>
          <w:rFonts w:hint="eastAsia"/>
          <w:color w:val="000000"/>
        </w:rPr>
        <w:t>改修事業</w:t>
      </w:r>
      <w:r w:rsidR="005B73A4" w:rsidRPr="00EF7AE2">
        <w:rPr>
          <w:rFonts w:hint="eastAsia"/>
          <w:color w:val="000000"/>
        </w:rPr>
        <w:t>遂行状況報告書</w:t>
      </w:r>
    </w:p>
    <w:p w:rsidR="005F4E72" w:rsidRPr="00EF7AE2" w:rsidRDefault="005F4E72" w:rsidP="00DE4751">
      <w:pPr>
        <w:pStyle w:val="0100"/>
        <w:rPr>
          <w:color w:val="000000"/>
        </w:rPr>
      </w:pPr>
    </w:p>
    <w:p w:rsidR="005F4E72" w:rsidRPr="00EF7AE2" w:rsidRDefault="005F4E72" w:rsidP="00DE4751">
      <w:pPr>
        <w:pStyle w:val="0100"/>
        <w:rPr>
          <w:color w:val="000000"/>
        </w:rPr>
      </w:pPr>
    </w:p>
    <w:p w:rsidR="009F6667" w:rsidRPr="00EF7AE2" w:rsidRDefault="00643558" w:rsidP="00107F7F">
      <w:pPr>
        <w:pStyle w:val="09"/>
        <w:rPr>
          <w:color w:val="000000"/>
        </w:rPr>
      </w:pPr>
      <w:r w:rsidRPr="00EF7AE2">
        <w:rPr>
          <w:rFonts w:hint="eastAsia"/>
          <w:color w:val="000000"/>
        </w:rPr>
        <w:t xml:space="preserve">令和　　</w:t>
      </w:r>
      <w:r w:rsidR="00DE4751" w:rsidRPr="00EF7AE2">
        <w:rPr>
          <w:rFonts w:hint="eastAsia"/>
          <w:color w:val="000000"/>
        </w:rPr>
        <w:t>年　　月　　日付</w:t>
      </w:r>
      <w:r w:rsidR="00AC26E5" w:rsidRPr="00EF7AE2">
        <w:rPr>
          <w:rFonts w:hint="eastAsia"/>
          <w:color w:val="000000"/>
        </w:rPr>
        <w:t>け</w:t>
      </w:r>
      <w:r w:rsidR="00A74A4E">
        <w:rPr>
          <w:rFonts w:hint="eastAsia"/>
          <w:color w:val="000000"/>
        </w:rPr>
        <w:t>○○</w:t>
      </w:r>
      <w:r w:rsidR="00DE4751" w:rsidRPr="00EF7AE2">
        <w:rPr>
          <w:rFonts w:hint="eastAsia"/>
          <w:color w:val="000000"/>
        </w:rPr>
        <w:t>第　　号で</w:t>
      </w:r>
      <w:r w:rsidR="005F4E72" w:rsidRPr="00EF7AE2">
        <w:rPr>
          <w:rFonts w:hint="eastAsia"/>
          <w:color w:val="000000"/>
        </w:rPr>
        <w:t>交付決定の通知を受けた</w:t>
      </w:r>
      <w:r w:rsidR="00096BD3" w:rsidRPr="00EF7AE2">
        <w:rPr>
          <w:rFonts w:hint="eastAsia"/>
          <w:color w:val="000000"/>
        </w:rPr>
        <w:t>標記</w:t>
      </w:r>
      <w:r w:rsidR="003B01E7" w:rsidRPr="00EF7AE2">
        <w:rPr>
          <w:rFonts w:hint="eastAsia"/>
          <w:color w:val="000000"/>
        </w:rPr>
        <w:t>事業</w:t>
      </w:r>
      <w:r w:rsidR="0006663F" w:rsidRPr="00EF7AE2">
        <w:rPr>
          <w:rFonts w:hint="eastAsia"/>
          <w:color w:val="000000"/>
        </w:rPr>
        <w:t>の補助金</w:t>
      </w:r>
      <w:r w:rsidR="003B01E7" w:rsidRPr="00EF7AE2">
        <w:rPr>
          <w:rFonts w:hint="eastAsia"/>
          <w:color w:val="000000"/>
        </w:rPr>
        <w:t>について</w:t>
      </w:r>
      <w:r w:rsidR="000A3AC0" w:rsidRPr="00EF7AE2">
        <w:rPr>
          <w:rFonts w:hint="eastAsia"/>
          <w:color w:val="000000"/>
        </w:rPr>
        <w:t>、</w:t>
      </w:r>
      <w:r w:rsidR="0006663F" w:rsidRPr="00EF7AE2">
        <w:rPr>
          <w:rFonts w:hint="eastAsia"/>
          <w:color w:val="000000"/>
        </w:rPr>
        <w:t>当該補助金に係る</w:t>
      </w:r>
      <w:r w:rsidR="009A0048" w:rsidRPr="00EF7AE2">
        <w:rPr>
          <w:rFonts w:hint="eastAsia"/>
          <w:color w:val="000000"/>
        </w:rPr>
        <w:t>事業</w:t>
      </w:r>
      <w:r w:rsidR="003C4000" w:rsidRPr="00EF7AE2">
        <w:rPr>
          <w:rFonts w:hint="eastAsia"/>
          <w:color w:val="000000"/>
        </w:rPr>
        <w:t>の</w:t>
      </w:r>
      <w:r w:rsidR="005B73A4" w:rsidRPr="00EF7AE2">
        <w:rPr>
          <w:rFonts w:hint="eastAsia"/>
          <w:color w:val="000000"/>
        </w:rPr>
        <w:t>遂行状況</w:t>
      </w:r>
      <w:r w:rsidR="003C4000" w:rsidRPr="00EF7AE2">
        <w:rPr>
          <w:rFonts w:hint="eastAsia"/>
          <w:color w:val="000000"/>
        </w:rPr>
        <w:t>（令和　　年　　月　　日時点）</w:t>
      </w:r>
      <w:r w:rsidR="005B73A4" w:rsidRPr="00EF7AE2">
        <w:rPr>
          <w:rFonts w:hint="eastAsia"/>
          <w:color w:val="000000"/>
        </w:rPr>
        <w:t>について</w:t>
      </w:r>
      <w:r w:rsidR="000A3AC0" w:rsidRPr="00EF7AE2">
        <w:rPr>
          <w:rFonts w:hint="eastAsia"/>
          <w:color w:val="000000"/>
        </w:rPr>
        <w:t>、</w:t>
      </w:r>
      <w:r w:rsidR="00BD48C7">
        <w:rPr>
          <w:rFonts w:hint="eastAsia"/>
          <w:color w:val="000000"/>
        </w:rPr>
        <w:t>福岡市空き家活用</w:t>
      </w:r>
      <w:r w:rsidR="005F4E72" w:rsidRPr="00EF7AE2">
        <w:rPr>
          <w:rFonts w:hint="eastAsia"/>
          <w:color w:val="000000"/>
        </w:rPr>
        <w:t>補助金</w:t>
      </w:r>
      <w:r w:rsidR="00900A68" w:rsidRPr="00EF7AE2">
        <w:rPr>
          <w:rFonts w:hint="eastAsia"/>
          <w:color w:val="000000"/>
        </w:rPr>
        <w:t>交付</w:t>
      </w:r>
      <w:r w:rsidR="005B73A4" w:rsidRPr="00EF7AE2">
        <w:rPr>
          <w:rFonts w:hint="eastAsia"/>
          <w:color w:val="000000"/>
        </w:rPr>
        <w:t>要綱第</w:t>
      </w:r>
      <w:r w:rsidR="00A74A4E">
        <w:rPr>
          <w:rFonts w:hint="eastAsia"/>
          <w:color w:val="000000"/>
        </w:rPr>
        <w:t>1</w:t>
      </w:r>
      <w:r w:rsidR="0055002D">
        <w:rPr>
          <w:rFonts w:hint="eastAsia"/>
          <w:color w:val="000000"/>
        </w:rPr>
        <w:t>8</w:t>
      </w:r>
      <w:bookmarkStart w:id="0" w:name="_GoBack"/>
      <w:bookmarkEnd w:id="0"/>
      <w:r w:rsidR="00F56D19" w:rsidRPr="00EF7AE2">
        <w:rPr>
          <w:rFonts w:hint="eastAsia"/>
          <w:color w:val="000000"/>
        </w:rPr>
        <w:t>条の規定により</w:t>
      </w:r>
      <w:r w:rsidR="000A3AC0" w:rsidRPr="00EF7AE2">
        <w:rPr>
          <w:rFonts w:hint="eastAsia"/>
          <w:color w:val="000000"/>
        </w:rPr>
        <w:t>、</w:t>
      </w:r>
      <w:r w:rsidR="00F56D19" w:rsidRPr="00EF7AE2">
        <w:rPr>
          <w:rFonts w:hint="eastAsia"/>
          <w:color w:val="000000"/>
        </w:rPr>
        <w:t>別紙</w:t>
      </w:r>
      <w:r w:rsidR="005B73A4" w:rsidRPr="00EF7AE2">
        <w:rPr>
          <w:rFonts w:hint="eastAsia"/>
          <w:color w:val="000000"/>
        </w:rPr>
        <w:t>のとおり報告します。</w:t>
      </w:r>
    </w:p>
    <w:p w:rsidR="006614F6" w:rsidRPr="00EF7AE2" w:rsidRDefault="006614F6" w:rsidP="006614F6">
      <w:pPr>
        <w:pStyle w:val="0100"/>
        <w:rPr>
          <w:color w:val="000000"/>
        </w:rPr>
      </w:pPr>
    </w:p>
    <w:p w:rsidR="006614F6" w:rsidRPr="00EF7AE2" w:rsidRDefault="006614F6" w:rsidP="006614F6">
      <w:pPr>
        <w:pStyle w:val="0100"/>
        <w:rPr>
          <w:color w:val="000000"/>
        </w:rPr>
      </w:pPr>
    </w:p>
    <w:p w:rsidR="006614F6" w:rsidRPr="00EF7AE2" w:rsidRDefault="005B73A4" w:rsidP="006614F6">
      <w:pPr>
        <w:pStyle w:val="10"/>
        <w:rPr>
          <w:color w:val="000000"/>
          <w:spacing w:val="0"/>
        </w:rPr>
      </w:pPr>
      <w:r w:rsidRPr="00EF7AE2">
        <w:rPr>
          <w:rFonts w:hint="eastAsia"/>
          <w:color w:val="000000"/>
        </w:rPr>
        <w:t>記</w:t>
      </w:r>
    </w:p>
    <w:p w:rsidR="006614F6" w:rsidRPr="00EF7AE2" w:rsidRDefault="006614F6" w:rsidP="006614F6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597F31" w:rsidRPr="00EF7AE2" w:rsidTr="00A74A4E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14F6" w:rsidRPr="00EF7AE2" w:rsidRDefault="00AE2647" w:rsidP="004314CB">
            <w:pPr>
              <w:pStyle w:val="16"/>
              <w:spacing w:line="240" w:lineRule="auto"/>
              <w:rPr>
                <w:color w:val="000000"/>
              </w:rPr>
            </w:pPr>
            <w:r w:rsidRPr="00EF7AE2">
              <w:rPr>
                <w:rFonts w:hint="eastAsia"/>
                <w:color w:val="000000"/>
              </w:rPr>
              <w:t>１</w:t>
            </w:r>
            <w:r w:rsidR="005B73A4" w:rsidRPr="00EF7AE2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6614F6" w:rsidRPr="00EF7AE2" w:rsidRDefault="005B73A4" w:rsidP="004314CB">
            <w:pPr>
              <w:pStyle w:val="17"/>
              <w:spacing w:line="240" w:lineRule="auto"/>
              <w:rPr>
                <w:color w:val="000000"/>
              </w:rPr>
            </w:pPr>
            <w:r w:rsidRPr="00EF7AE2">
              <w:rPr>
                <w:rFonts w:hint="eastAsia"/>
                <w:color w:val="000000"/>
              </w:rPr>
              <w:t>福岡市</w:t>
            </w:r>
            <w:r w:rsidR="00125333" w:rsidRPr="00125333">
              <w:rPr>
                <w:rFonts w:hint="eastAsia"/>
                <w:color w:val="000000"/>
              </w:rPr>
              <w:t>空き家活用補助金</w:t>
            </w:r>
          </w:p>
        </w:tc>
      </w:tr>
      <w:tr w:rsidR="00597F31" w:rsidRPr="00EF7AE2" w:rsidTr="004314CB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DA0D90" w:rsidRPr="00EF7AE2" w:rsidRDefault="00A74A4E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5B73A4" w:rsidRPr="00EF7AE2">
              <w:rPr>
                <w:rFonts w:hint="eastAsia"/>
                <w:color w:val="000000"/>
              </w:rPr>
              <w:t xml:space="preserve">　対象</w:t>
            </w:r>
            <w:r w:rsidR="004314CB">
              <w:rPr>
                <w:rFonts w:hint="eastAsia"/>
                <w:color w:val="000000"/>
              </w:rPr>
              <w:t>空き家</w:t>
            </w:r>
            <w:r w:rsidR="005B73A4" w:rsidRPr="00EF7AE2">
              <w:rPr>
                <w:rFonts w:hint="eastAsia"/>
                <w:color w:val="000000"/>
              </w:rPr>
              <w:t>の</w:t>
            </w:r>
            <w:r w:rsidR="004314CB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DA0D90" w:rsidRPr="00EF7AE2" w:rsidRDefault="004314CB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DA0D90" w:rsidRPr="00EF7AE2" w:rsidRDefault="00DA0D90" w:rsidP="004314C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14CB" w:rsidRPr="00EF7AE2" w:rsidTr="004314CB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4314CB" w:rsidRPr="00EF7AE2" w:rsidRDefault="004314CB" w:rsidP="004314CB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4314CB" w:rsidRPr="00EF7AE2" w:rsidRDefault="004314CB" w:rsidP="004314C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4314CB" w:rsidRPr="00EF7AE2" w:rsidRDefault="004314CB" w:rsidP="004314C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9167E6" w:rsidRPr="00EF7AE2" w:rsidTr="009167E6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9167E6" w:rsidRPr="00EF7AE2" w:rsidRDefault="009167E6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報告内容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9167E6" w:rsidRPr="00EF7AE2" w:rsidRDefault="009167E6" w:rsidP="004314C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別紙のとおり</w:t>
            </w:r>
          </w:p>
        </w:tc>
      </w:tr>
    </w:tbl>
    <w:p w:rsidR="009F6667" w:rsidRPr="00EF7AE2" w:rsidRDefault="009F6667" w:rsidP="00DE4751">
      <w:pPr>
        <w:pStyle w:val="09"/>
        <w:rPr>
          <w:color w:val="000000"/>
        </w:rPr>
      </w:pPr>
    </w:p>
    <w:sectPr w:rsidR="009F6667" w:rsidRPr="00EF7AE2" w:rsidSect="00DE4751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C2" w:rsidRDefault="00542EC2" w:rsidP="00B24615">
      <w:r>
        <w:separator/>
      </w:r>
    </w:p>
  </w:endnote>
  <w:endnote w:type="continuationSeparator" w:id="0">
    <w:p w:rsidR="00542EC2" w:rsidRDefault="00542EC2" w:rsidP="00B2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B14" w:rsidRPr="00E96378" w:rsidRDefault="00576384" w:rsidP="00D35B14">
    <w:pPr>
      <w:pStyle w:val="a6"/>
      <w:jc w:val="center"/>
      <w:rPr>
        <w:rFonts w:ascii="ＭＳ 明朝" w:hAnsi="ＭＳ 明朝"/>
        <w:color w:val="000000"/>
      </w:rPr>
    </w:pPr>
    <w:r w:rsidRPr="00E96378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297AED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D35B14" w:rsidRPr="00E96378" w:rsidRDefault="00D35B14" w:rsidP="00D35B14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E96378">
      <w:rPr>
        <w:rFonts w:ascii="ＭＳ 明朝" w:hAnsi="ＭＳ 明朝" w:hint="eastAsia"/>
        <w:color w:val="000000"/>
        <w:sz w:val="16"/>
      </w:rPr>
      <w:t xml:space="preserve">　　</w:t>
    </w:r>
    <w:r w:rsidRPr="00E96378">
      <w:rPr>
        <w:rFonts w:ascii="ＭＳ 明朝" w:hAnsi="ＭＳ 明朝"/>
        <w:color w:val="000000"/>
        <w:sz w:val="16"/>
      </w:rPr>
      <w:t xml:space="preserve">　</w:t>
    </w:r>
    <w:r w:rsidRPr="00E96378">
      <w:rPr>
        <w:rFonts w:ascii="ＭＳ 明朝" w:hAnsi="ＭＳ 明朝" w:hint="eastAsia"/>
        <w:color w:val="000000"/>
        <w:sz w:val="16"/>
      </w:rPr>
      <w:t>≪市確認欄≫</w:t>
    </w:r>
  </w:p>
  <w:p w:rsidR="00D35B14" w:rsidRPr="00E96378" w:rsidRDefault="00D35B14" w:rsidP="00D35B14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E96378">
      <w:rPr>
        <w:rFonts w:ascii="ＭＳ 明朝" w:hAnsi="ＭＳ 明朝" w:hint="eastAsia"/>
        <w:color w:val="000000"/>
        <w:sz w:val="16"/>
      </w:rPr>
      <w:t xml:space="preserve">　　</w:t>
    </w:r>
    <w:r w:rsidRPr="00E96378">
      <w:rPr>
        <w:rFonts w:ascii="ＭＳ 明朝" w:hAnsi="ＭＳ 明朝"/>
        <w:color w:val="000000"/>
        <w:sz w:val="16"/>
      </w:rPr>
      <w:t xml:space="preserve">　</w:t>
    </w:r>
    <w:r w:rsidRPr="00E96378">
      <w:rPr>
        <w:rFonts w:ascii="ＭＳ 明朝" w:hAnsi="ＭＳ 明朝" w:hint="eastAsia"/>
        <w:color w:val="000000"/>
        <w:sz w:val="16"/>
      </w:rPr>
      <w:t xml:space="preserve">　 本人確認書類</w:t>
    </w:r>
    <w:r w:rsidRPr="00E96378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D35B14" w:rsidRPr="00E96378" w:rsidTr="00D004F8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D35B14" w:rsidRPr="00E96378" w:rsidTr="00D004F8">
      <w:tc>
        <w:tcPr>
          <w:tcW w:w="2551" w:type="dxa"/>
          <w:vMerge w:val="restart"/>
          <w:shd w:val="clear" w:color="auto" w:fill="auto"/>
          <w:vAlign w:val="center"/>
        </w:tcPr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D35B14" w:rsidRPr="00E96378" w:rsidTr="00D004F8">
      <w:tc>
        <w:tcPr>
          <w:tcW w:w="2551" w:type="dxa"/>
          <w:vMerge/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D35B14" w:rsidRPr="00E96378" w:rsidTr="00D004F8">
      <w:tc>
        <w:tcPr>
          <w:tcW w:w="2551" w:type="dxa"/>
          <w:vMerge/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D35B14" w:rsidRPr="00E96378" w:rsidTr="00D004F8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　</w:t>
          </w:r>
          <w:r w:rsidR="00576384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E96378">
            <w:rPr>
              <w:rFonts w:ascii="ＭＳ 明朝" w:hAnsi="ＭＳ 明朝" w:hint="eastAsia"/>
              <w:color w:val="000000"/>
              <w:sz w:val="14"/>
            </w:rPr>
            <w:t>）</w:t>
          </w:r>
        </w:p>
      </w:tc>
    </w:tr>
  </w:tbl>
  <w:p w:rsidR="00D35B14" w:rsidRPr="00E96378" w:rsidRDefault="00D35B14" w:rsidP="00D35B14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C2" w:rsidRDefault="00542EC2" w:rsidP="00B24615">
      <w:r>
        <w:separator/>
      </w:r>
    </w:p>
  </w:footnote>
  <w:footnote w:type="continuationSeparator" w:id="0">
    <w:p w:rsidR="00542EC2" w:rsidRDefault="00542EC2" w:rsidP="00B24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 style="mso-position-vertical-relative:line" strokecolor="#b5082e">
      <v:stroke dashstyle="longDashDot" color="#b5082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67"/>
    <w:rsid w:val="00051EFE"/>
    <w:rsid w:val="00061839"/>
    <w:rsid w:val="0006663F"/>
    <w:rsid w:val="00073EB5"/>
    <w:rsid w:val="000827B8"/>
    <w:rsid w:val="00096BD3"/>
    <w:rsid w:val="000A0CAB"/>
    <w:rsid w:val="000A3AC0"/>
    <w:rsid w:val="000B1BB5"/>
    <w:rsid w:val="000F699F"/>
    <w:rsid w:val="00107F7F"/>
    <w:rsid w:val="00125333"/>
    <w:rsid w:val="00134F05"/>
    <w:rsid w:val="0017460E"/>
    <w:rsid w:val="0024091A"/>
    <w:rsid w:val="00262850"/>
    <w:rsid w:val="00282F22"/>
    <w:rsid w:val="0029081B"/>
    <w:rsid w:val="002A34A4"/>
    <w:rsid w:val="002F12DA"/>
    <w:rsid w:val="00303B9D"/>
    <w:rsid w:val="00314768"/>
    <w:rsid w:val="00325EC2"/>
    <w:rsid w:val="00327EE7"/>
    <w:rsid w:val="00361028"/>
    <w:rsid w:val="00397978"/>
    <w:rsid w:val="003B01E7"/>
    <w:rsid w:val="003C4000"/>
    <w:rsid w:val="003E460F"/>
    <w:rsid w:val="003F7785"/>
    <w:rsid w:val="004314CB"/>
    <w:rsid w:val="004429DE"/>
    <w:rsid w:val="004943B2"/>
    <w:rsid w:val="004C59A5"/>
    <w:rsid w:val="004E30B9"/>
    <w:rsid w:val="00517CDD"/>
    <w:rsid w:val="00542EC2"/>
    <w:rsid w:val="0055002D"/>
    <w:rsid w:val="00561249"/>
    <w:rsid w:val="00576384"/>
    <w:rsid w:val="0057763E"/>
    <w:rsid w:val="00597F31"/>
    <w:rsid w:val="005B73A4"/>
    <w:rsid w:val="005F4E72"/>
    <w:rsid w:val="0061414D"/>
    <w:rsid w:val="00643558"/>
    <w:rsid w:val="006614F6"/>
    <w:rsid w:val="006E3F23"/>
    <w:rsid w:val="006F4A4B"/>
    <w:rsid w:val="006F679A"/>
    <w:rsid w:val="00764F7D"/>
    <w:rsid w:val="007B7EB2"/>
    <w:rsid w:val="007C7A08"/>
    <w:rsid w:val="00886C5B"/>
    <w:rsid w:val="008B62C5"/>
    <w:rsid w:val="008C6836"/>
    <w:rsid w:val="008F07D2"/>
    <w:rsid w:val="00900A68"/>
    <w:rsid w:val="009167E6"/>
    <w:rsid w:val="00925DFC"/>
    <w:rsid w:val="00947991"/>
    <w:rsid w:val="00976796"/>
    <w:rsid w:val="009938C9"/>
    <w:rsid w:val="009A0048"/>
    <w:rsid w:val="009C07F6"/>
    <w:rsid w:val="009C4BE0"/>
    <w:rsid w:val="009D6FE0"/>
    <w:rsid w:val="009F6667"/>
    <w:rsid w:val="00A245C3"/>
    <w:rsid w:val="00A31425"/>
    <w:rsid w:val="00A74A4E"/>
    <w:rsid w:val="00AC26E5"/>
    <w:rsid w:val="00AC68E4"/>
    <w:rsid w:val="00AE2647"/>
    <w:rsid w:val="00B01CED"/>
    <w:rsid w:val="00B04567"/>
    <w:rsid w:val="00B24615"/>
    <w:rsid w:val="00B57567"/>
    <w:rsid w:val="00B81C1E"/>
    <w:rsid w:val="00B85A80"/>
    <w:rsid w:val="00B93267"/>
    <w:rsid w:val="00BA6E2B"/>
    <w:rsid w:val="00BD48C7"/>
    <w:rsid w:val="00C166D0"/>
    <w:rsid w:val="00C41038"/>
    <w:rsid w:val="00C80E0A"/>
    <w:rsid w:val="00C82279"/>
    <w:rsid w:val="00CB6080"/>
    <w:rsid w:val="00CE6646"/>
    <w:rsid w:val="00D004F8"/>
    <w:rsid w:val="00D35B14"/>
    <w:rsid w:val="00D51686"/>
    <w:rsid w:val="00D66223"/>
    <w:rsid w:val="00DA0D90"/>
    <w:rsid w:val="00DB4F32"/>
    <w:rsid w:val="00DD2E07"/>
    <w:rsid w:val="00DE4751"/>
    <w:rsid w:val="00E95D2E"/>
    <w:rsid w:val="00E96378"/>
    <w:rsid w:val="00EB2AF4"/>
    <w:rsid w:val="00EB2F87"/>
    <w:rsid w:val="00EF7AE2"/>
    <w:rsid w:val="00F04E85"/>
    <w:rsid w:val="00F4156F"/>
    <w:rsid w:val="00F52A2F"/>
    <w:rsid w:val="00F56D19"/>
    <w:rsid w:val="00F8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 style="mso-position-vertical-relative:line" strokecolor="#b5082e">
      <v:stroke dashstyle="longDashDot" color="#b5082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E4569-B590-459A-8C5B-F70B0799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409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091A"/>
  </w:style>
  <w:style w:type="paragraph" w:styleId="a6">
    <w:name w:val="footer"/>
    <w:basedOn w:val="a"/>
    <w:link w:val="a7"/>
    <w:uiPriority w:val="99"/>
    <w:unhideWhenUsed/>
    <w:rsid w:val="002409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091A"/>
  </w:style>
  <w:style w:type="paragraph" w:styleId="a8">
    <w:name w:val="Balloon Text"/>
    <w:basedOn w:val="a"/>
    <w:link w:val="a9"/>
    <w:uiPriority w:val="99"/>
    <w:semiHidden/>
    <w:unhideWhenUsed/>
    <w:rsid w:val="00B85A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5A8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4429DE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4429DE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4429DE"/>
    <w:rPr>
      <w:color w:val="auto"/>
    </w:rPr>
  </w:style>
  <w:style w:type="paragraph" w:customStyle="1" w:styleId="14">
    <w:name w:val="14（請求書）"/>
    <w:basedOn w:val="a"/>
    <w:qFormat/>
    <w:rsid w:val="004429DE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4429DE"/>
    <w:pPr>
      <w:ind w:leftChars="1587" w:left="4113"/>
    </w:pPr>
  </w:style>
  <w:style w:type="paragraph" w:customStyle="1" w:styleId="00">
    <w:name w:val="00※注意書き"/>
    <w:basedOn w:val="0100"/>
    <w:qFormat/>
    <w:rsid w:val="00096BD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327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327EE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6</TotalTime>
  <Pages>1</Pages>
  <Words>205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FINE_User</cp:lastModifiedBy>
  <cp:revision>10</cp:revision>
  <cp:lastPrinted>1899-12-31T15:00:00Z</cp:lastPrinted>
  <dcterms:created xsi:type="dcterms:W3CDTF">2021-11-04T00:43:00Z</dcterms:created>
  <dcterms:modified xsi:type="dcterms:W3CDTF">2022-03-23T07:29:00Z</dcterms:modified>
</cp:coreProperties>
</file>